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49F9F" w14:textId="77777777" w:rsidR="00BF7FE0" w:rsidRDefault="00BF7FE0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86CE5" w:rsidRPr="00510239" w14:paraId="14683BE3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0ECC8A14" w14:textId="5BBE989F" w:rsidR="00936000" w:rsidRPr="00936000" w:rsidRDefault="00510239" w:rsidP="008B2402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Toile</w:t>
            </w:r>
            <w:r w:rsidR="00936000"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 </w:t>
            </w:r>
          </w:p>
        </w:tc>
        <w:tc>
          <w:tcPr>
            <w:tcW w:w="5040" w:type="dxa"/>
            <w:vAlign w:val="center"/>
          </w:tcPr>
          <w:p w14:paraId="7C23FE62" w14:textId="77777777" w:rsidR="00936000" w:rsidRDefault="00936000" w:rsidP="00BF7FE0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0EAE889B" w14:textId="39F1EEE4" w:rsidR="00936000" w:rsidRDefault="00510239" w:rsidP="00BF7FE0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Bois</w:t>
            </w:r>
          </w:p>
          <w:p w14:paraId="406C438D" w14:textId="77777777" w:rsidR="00C7263C" w:rsidRPr="00A318C5" w:rsidRDefault="00C7263C" w:rsidP="00F9250B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</w:p>
        </w:tc>
      </w:tr>
      <w:tr w:rsidR="00C86CE5" w:rsidRPr="00510239" w14:paraId="4F4699F8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7DCE27C3" w14:textId="2545CF3B" w:rsidR="00936000" w:rsidRPr="00A318C5" w:rsidRDefault="00510239" w:rsidP="000C50A9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Bois</w:t>
            </w:r>
          </w:p>
        </w:tc>
        <w:tc>
          <w:tcPr>
            <w:tcW w:w="5040" w:type="dxa"/>
            <w:vAlign w:val="center"/>
          </w:tcPr>
          <w:p w14:paraId="441B8136" w14:textId="611F04F9" w:rsidR="00936000" w:rsidRPr="00936000" w:rsidRDefault="00510239" w:rsidP="00311E99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Neige</w:t>
            </w:r>
          </w:p>
          <w:p w14:paraId="68D85BCC" w14:textId="41FD5E91" w:rsidR="00936000" w:rsidRPr="00A318C5" w:rsidRDefault="00936000" w:rsidP="00311E99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</w:p>
        </w:tc>
      </w:tr>
      <w:tr w:rsidR="00C86CE5" w:rsidRPr="00510239" w14:paraId="024E2E4C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628D9868" w14:textId="4FA2947F" w:rsidR="00936000" w:rsidRPr="00C7263C" w:rsidRDefault="00F76A91" w:rsidP="000C50A9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Acier/ B</w:t>
            </w:r>
            <w:r w:rsidR="00510239">
              <w:rPr>
                <w:rFonts w:ascii="Arial" w:hAnsi="Arial" w:cs="Arial"/>
                <w:b/>
                <w:sz w:val="40"/>
                <w:szCs w:val="40"/>
                <w:lang w:val="fr-FR"/>
              </w:rPr>
              <w:t>rique</w:t>
            </w: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/Ciment</w:t>
            </w:r>
          </w:p>
        </w:tc>
        <w:tc>
          <w:tcPr>
            <w:tcW w:w="5040" w:type="dxa"/>
            <w:vAlign w:val="center"/>
          </w:tcPr>
          <w:p w14:paraId="6D1CBB66" w14:textId="43B34BB3" w:rsidR="00936000" w:rsidRPr="00C7263C" w:rsidRDefault="00510239" w:rsidP="00EA4A04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Brique/ Pierre</w:t>
            </w:r>
          </w:p>
        </w:tc>
      </w:tr>
      <w:tr w:rsidR="00C86CE5" w:rsidRPr="00510239" w14:paraId="19F524B3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0C52BF01" w14:textId="318BB865" w:rsidR="00C86CE5" w:rsidRPr="00C7263C" w:rsidRDefault="00F76A91" w:rsidP="000C50A9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Ciment</w:t>
            </w:r>
          </w:p>
        </w:tc>
        <w:tc>
          <w:tcPr>
            <w:tcW w:w="5040" w:type="dxa"/>
            <w:vAlign w:val="center"/>
          </w:tcPr>
          <w:p w14:paraId="5D762EFA" w14:textId="1E4048F7" w:rsidR="00936000" w:rsidRPr="00F9250B" w:rsidRDefault="00510239" w:rsidP="00F9250B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Paille</w:t>
            </w:r>
            <w:r w:rsidR="00936000"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 </w:t>
            </w:r>
          </w:p>
        </w:tc>
      </w:tr>
      <w:tr w:rsidR="00C86CE5" w:rsidRPr="00510239" w14:paraId="5F3B14A0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6C8DA331" w14:textId="4EB49A79" w:rsidR="00936000" w:rsidRPr="00A318C5" w:rsidRDefault="00510239" w:rsidP="000C50A9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Pierre</w:t>
            </w:r>
            <w:r w:rsidR="00936000">
              <w:rPr>
                <w:rFonts w:ascii="Arial" w:hAnsi="Arial" w:cs="Arial"/>
                <w:i/>
                <w:sz w:val="40"/>
                <w:szCs w:val="40"/>
                <w:lang w:val="fr-FR"/>
              </w:rPr>
              <w:t xml:space="preserve"> </w:t>
            </w:r>
          </w:p>
        </w:tc>
        <w:tc>
          <w:tcPr>
            <w:tcW w:w="5040" w:type="dxa"/>
            <w:vAlign w:val="center"/>
          </w:tcPr>
          <w:p w14:paraId="10BA8989" w14:textId="159243C5" w:rsidR="00936000" w:rsidRPr="00C7263C" w:rsidRDefault="00510239" w:rsidP="00B90536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>Terre/ Paille</w:t>
            </w:r>
          </w:p>
        </w:tc>
      </w:tr>
    </w:tbl>
    <w:p w14:paraId="78931F61" w14:textId="1FD3917E" w:rsidR="000B3499" w:rsidRPr="00C86CE5" w:rsidRDefault="000B3499" w:rsidP="00C86CE5">
      <w:pPr>
        <w:jc w:val="center"/>
        <w:rPr>
          <w:rFonts w:ascii="Arial" w:hAnsi="Arial" w:cs="Arial"/>
          <w:b/>
          <w:vanish/>
          <w:sz w:val="40"/>
          <w:szCs w:val="40"/>
          <w:lang w:val="fr-FR"/>
        </w:rPr>
      </w:pPr>
    </w:p>
    <w:sectPr w:rsidR="000B3499" w:rsidRPr="00C86CE5" w:rsidSect="00C86CE5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E7"/>
    <w:rsid w:val="000609A7"/>
    <w:rsid w:val="000B3499"/>
    <w:rsid w:val="000C50A9"/>
    <w:rsid w:val="00200F3A"/>
    <w:rsid w:val="00295BAF"/>
    <w:rsid w:val="002A652C"/>
    <w:rsid w:val="00311E99"/>
    <w:rsid w:val="00341295"/>
    <w:rsid w:val="003E7B98"/>
    <w:rsid w:val="00510239"/>
    <w:rsid w:val="00584968"/>
    <w:rsid w:val="00594B6F"/>
    <w:rsid w:val="00681C1E"/>
    <w:rsid w:val="006F64C6"/>
    <w:rsid w:val="008029E7"/>
    <w:rsid w:val="0088399B"/>
    <w:rsid w:val="008B2402"/>
    <w:rsid w:val="00932217"/>
    <w:rsid w:val="00936000"/>
    <w:rsid w:val="0099321F"/>
    <w:rsid w:val="00A318C5"/>
    <w:rsid w:val="00A40B94"/>
    <w:rsid w:val="00AD041D"/>
    <w:rsid w:val="00B168FE"/>
    <w:rsid w:val="00B90536"/>
    <w:rsid w:val="00B95FCD"/>
    <w:rsid w:val="00BF7FE0"/>
    <w:rsid w:val="00C32584"/>
    <w:rsid w:val="00C7263C"/>
    <w:rsid w:val="00C83243"/>
    <w:rsid w:val="00C86CE5"/>
    <w:rsid w:val="00CF083A"/>
    <w:rsid w:val="00E47863"/>
    <w:rsid w:val="00EA4A04"/>
    <w:rsid w:val="00EC6738"/>
    <w:rsid w:val="00F76A91"/>
    <w:rsid w:val="00F9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87AC0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584968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47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786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I:\04%20-%20Templates\Card%20Template%20-%20B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I:\04 - Templates\Card Template - Better.dotx</Template>
  <TotalTime>0</TotalTime>
  <Pages>1</Pages>
  <Words>15</Words>
  <Characters>91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 pas prendre la voiture</vt:lpstr>
    </vt:vector>
  </TitlesOfParts>
  <Company>FPS</Company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 pas prendre la voiture</dc:title>
  <dc:subject/>
  <dc:creator>EAS</dc:creator>
  <cp:keywords/>
  <dc:description/>
  <cp:lastModifiedBy>GREBERT,VIVIANE</cp:lastModifiedBy>
  <cp:revision>2</cp:revision>
  <cp:lastPrinted>2012-12-20T11:28:00Z</cp:lastPrinted>
  <dcterms:created xsi:type="dcterms:W3CDTF">2017-01-31T19:50:00Z</dcterms:created>
  <dcterms:modified xsi:type="dcterms:W3CDTF">2017-01-31T19:50:00Z</dcterms:modified>
</cp:coreProperties>
</file>